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</w:t>
      </w:r>
      <w:r w:rsidR="00576141">
        <w:rPr>
          <w:rFonts w:ascii="Cambria" w:eastAsia="Calibri" w:hAnsi="Cambria" w:cs="Tahoma"/>
          <w:sz w:val="20"/>
          <w:szCs w:val="20"/>
        </w:rPr>
        <w:t xml:space="preserve">. </w:t>
      </w:r>
      <w:r w:rsidR="006436EB">
        <w:rPr>
          <w:rFonts w:ascii="Cambria" w:hAnsi="Cambria"/>
          <w:b/>
          <w:sz w:val="20"/>
          <w:szCs w:val="20"/>
        </w:rPr>
        <w:t>„Asystentka osób niepełnosprawnych</w:t>
      </w:r>
      <w:r w:rsidR="006436EB" w:rsidRPr="00AD2FAA">
        <w:rPr>
          <w:rFonts w:ascii="Cambria" w:hAnsi="Cambria"/>
          <w:b/>
          <w:sz w:val="20"/>
          <w:szCs w:val="20"/>
        </w:rPr>
        <w:t>”</w:t>
      </w:r>
      <w:r w:rsidR="006436EB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6436EB" w:rsidRPr="00071093">
        <w:rPr>
          <w:rFonts w:ascii="Cambria" w:eastAsia="Calibri" w:hAnsi="Cambria" w:cs="Tahoma"/>
          <w:sz w:val="20"/>
          <w:szCs w:val="20"/>
        </w:rPr>
        <w:t>dla</w:t>
      </w:r>
      <w:r w:rsidR="006436EB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6436EB">
        <w:rPr>
          <w:rFonts w:ascii="Cambria" w:eastAsia="Calibri" w:hAnsi="Cambria" w:cs="Tahoma"/>
          <w:sz w:val="20"/>
          <w:szCs w:val="20"/>
        </w:rPr>
        <w:t xml:space="preserve">7 </w:t>
      </w:r>
      <w:bookmarkStart w:id="1" w:name="_GoBack"/>
      <w:bookmarkEnd w:id="1"/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5D7472" w:rsidRPr="00A13D8E" w:rsidRDefault="005D7472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footerReference w:type="default" r:id="rId11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83" w:rsidRDefault="006E0783">
    <w:pPr>
      <w:pStyle w:val="Stopka"/>
    </w:pPr>
    <w:r>
      <w:rPr>
        <w:noProof/>
        <w:lang w:eastAsia="pl-PL"/>
      </w:rPr>
      <w:drawing>
        <wp:inline distT="0" distB="0" distL="0" distR="0" wp14:anchorId="5BA8BCAC" wp14:editId="735B092B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6436EB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76889"/>
    <w:rsid w:val="003D4B35"/>
    <w:rsid w:val="00444241"/>
    <w:rsid w:val="004C5F3E"/>
    <w:rsid w:val="004E4B71"/>
    <w:rsid w:val="00576141"/>
    <w:rsid w:val="00587EC5"/>
    <w:rsid w:val="005D7472"/>
    <w:rsid w:val="006436EB"/>
    <w:rsid w:val="00650C78"/>
    <w:rsid w:val="006B6FA7"/>
    <w:rsid w:val="006E0783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DE3C73"/>
    <w:rsid w:val="00DF6B02"/>
    <w:rsid w:val="00ED74B9"/>
    <w:rsid w:val="00F31702"/>
    <w:rsid w:val="00F414A1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A1225E9A</Template>
  <TotalTime>1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9</cp:revision>
  <dcterms:created xsi:type="dcterms:W3CDTF">2025-03-13T10:24:00Z</dcterms:created>
  <dcterms:modified xsi:type="dcterms:W3CDTF">2025-09-18T12:26:00Z</dcterms:modified>
</cp:coreProperties>
</file>